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BC4A6E4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AF7695">
        <w:rPr>
          <w:rFonts w:ascii="Corbel" w:hAnsi="Corbel"/>
          <w:i/>
          <w:smallCaps/>
          <w:sz w:val="24"/>
          <w:szCs w:val="24"/>
        </w:rPr>
        <w:t>2019-2022</w:t>
      </w:r>
    </w:p>
    <w:p w14:paraId="137E922A" w14:textId="6151C33F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7695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F7695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E7DC9EF" w:rsidR="0085747A" w:rsidRPr="00CF6568" w:rsidRDefault="00CF656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56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5F62EB9" w:rsidR="00725C93" w:rsidRPr="009C54AE" w:rsidRDefault="00CF656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0889AB6D" w:rsidR="00483FA3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6ADFD90" w:rsidR="00105276" w:rsidRPr="00C17E9E" w:rsidRDefault="00CF656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60B1AB99" w:rsidR="00105276" w:rsidRPr="00C17E9E" w:rsidRDefault="00CF656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324D6" w14:textId="77777777" w:rsidR="00542174" w:rsidRDefault="00542174" w:rsidP="00C16ABF">
      <w:pPr>
        <w:spacing w:after="0" w:line="240" w:lineRule="auto"/>
      </w:pPr>
      <w:r>
        <w:separator/>
      </w:r>
    </w:p>
  </w:endnote>
  <w:endnote w:type="continuationSeparator" w:id="0">
    <w:p w14:paraId="0885823A" w14:textId="77777777" w:rsidR="00542174" w:rsidRDefault="005421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CDED0" w14:textId="77777777" w:rsidR="00542174" w:rsidRDefault="00542174" w:rsidP="00C16ABF">
      <w:pPr>
        <w:spacing w:after="0" w:line="240" w:lineRule="auto"/>
      </w:pPr>
      <w:r>
        <w:separator/>
      </w:r>
    </w:p>
  </w:footnote>
  <w:footnote w:type="continuationSeparator" w:id="0">
    <w:p w14:paraId="320ECDDF" w14:textId="77777777" w:rsidR="00542174" w:rsidRDefault="005421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217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769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6568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0FF684E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AB8B69-85F1-4C28-B793-A8C6620DF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1041</Words>
  <Characters>6250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2020-10-25T21:20:00Z</dcterms:created>
  <dcterms:modified xsi:type="dcterms:W3CDTF">2020-12-10T18:38:00Z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